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54A9EC0B" w:rsidR="00A301E0" w:rsidRPr="00536741" w:rsidRDefault="00676000" w:rsidP="00536741">
            <w:pPr>
              <w:pStyle w:val="SISSCODE"/>
            </w:pPr>
            <w:r>
              <w:t>SF</w:t>
            </w:r>
            <w:r w:rsidR="006278BA">
              <w:t>I</w:t>
            </w:r>
            <w:r>
              <w:t>SS</w:t>
            </w:r>
            <w:bookmarkStart w:id="0" w:name="_GoBack"/>
            <w:bookmarkEnd w:id="0"/>
            <w:r w:rsidR="00866F8E">
              <w:t>XXX</w:t>
            </w:r>
            <w:r>
              <w:t>12</w:t>
            </w:r>
          </w:p>
        </w:tc>
        <w:tc>
          <w:tcPr>
            <w:tcW w:w="3604" w:type="pct"/>
            <w:shd w:val="clear" w:color="auto" w:fill="auto"/>
          </w:tcPr>
          <w:p w14:paraId="60DDD117" w14:textId="66406B19" w:rsidR="00A301E0" w:rsidRPr="00536741" w:rsidRDefault="0014755E" w:rsidP="00536741">
            <w:pPr>
              <w:pStyle w:val="SISStitle"/>
            </w:pPr>
            <w:r>
              <w:t xml:space="preserve">Crocodile </w:t>
            </w:r>
            <w:r w:rsidR="00155B13">
              <w:t>Breeding</w:t>
            </w:r>
            <w:r w:rsidR="006278BA"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74AB6E5B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14755E">
              <w:t xml:space="preserve">work </w:t>
            </w:r>
            <w:r w:rsidR="00AC629B">
              <w:t>with breeding and prospective breeding crocodiles</w:t>
            </w:r>
            <w:r w:rsidR="00155B13">
              <w:t>.</w:t>
            </w:r>
            <w:r w:rsidR="0014755E">
              <w:t xml:space="preserve">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 xml:space="preserve">?.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11D470A2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4B2DF5">
              <w:t>provide credit towards 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4EDB4F7" w14:textId="497273B0" w:rsidR="0014755E" w:rsidRPr="0014755E" w:rsidRDefault="0014755E" w:rsidP="0014755E">
            <w:pPr>
              <w:pStyle w:val="SIBulletList1"/>
            </w:pPr>
            <w:r w:rsidRPr="0014755E">
              <w:t>SFICRO</w:t>
            </w:r>
            <w:r w:rsidR="00155B13">
              <w:t xml:space="preserve">4X2 Carry out </w:t>
            </w:r>
            <w:r>
              <w:t xml:space="preserve">crocodile </w:t>
            </w:r>
            <w:r w:rsidR="00155B13">
              <w:t xml:space="preserve">breeding activities </w:t>
            </w:r>
            <w:r w:rsidRPr="0014755E">
              <w:t xml:space="preserve"> </w:t>
            </w:r>
          </w:p>
          <w:p w14:paraId="24D175B9" w14:textId="77777777" w:rsidR="00155B13" w:rsidRPr="00155B13" w:rsidRDefault="00155B13" w:rsidP="00155B13">
            <w:pPr>
              <w:pStyle w:val="SIBulletList1"/>
            </w:pPr>
            <w:r w:rsidRPr="00155B13">
              <w:t xml:space="preserve">SFICRO3X2 Capture transport and release 1.5 to 2.5 metre crocodiles </w:t>
            </w:r>
          </w:p>
          <w:p w14:paraId="129E0EBB" w14:textId="77777777" w:rsidR="00155B13" w:rsidRPr="00155B13" w:rsidRDefault="00155B13" w:rsidP="00155B13">
            <w:pPr>
              <w:pStyle w:val="SIBulletList1"/>
            </w:pPr>
            <w:r w:rsidRPr="00155B13">
              <w:t>SFICRO4X4 Capture transport and release crocodiles over 2.5 metres</w:t>
            </w:r>
          </w:p>
          <w:p w14:paraId="54A7CB36" w14:textId="77777777" w:rsidR="00155B13" w:rsidRPr="00155B13" w:rsidRDefault="00155B13" w:rsidP="00155B13">
            <w:pPr>
              <w:pStyle w:val="SIBulletList1"/>
            </w:pPr>
            <w:r w:rsidRPr="00155B13">
              <w:t>SFICRO2X3 Operate and maintain equipment or technology for work with crocodiles</w:t>
            </w:r>
          </w:p>
          <w:p w14:paraId="442BC80F" w14:textId="77777777" w:rsidR="00155B13" w:rsidRPr="00155B13" w:rsidRDefault="00155B13" w:rsidP="00155B13">
            <w:pPr>
              <w:pStyle w:val="SIBulletList1"/>
            </w:pPr>
            <w:r w:rsidRPr="00155B13">
              <w:t xml:space="preserve">HLTAID003 Provide First aid </w:t>
            </w:r>
          </w:p>
          <w:p w14:paraId="22D3AF84" w14:textId="0345845E" w:rsidR="0014755E" w:rsidRPr="0014755E" w:rsidRDefault="009B1A3C" w:rsidP="0014755E">
            <w:pPr>
              <w:pStyle w:val="SIBulletList1"/>
            </w:pPr>
            <w:r>
              <w:t xml:space="preserve">SFIBIO401 Apply aquaculture biosecurity measures </w:t>
            </w:r>
          </w:p>
          <w:p w14:paraId="2659351B" w14:textId="77777777" w:rsidR="0014755E" w:rsidRPr="0014755E" w:rsidRDefault="0014755E" w:rsidP="0014755E">
            <w:pPr>
              <w:pStyle w:val="SIBulletList1"/>
            </w:pPr>
            <w:r w:rsidRPr="0014755E">
              <w:t xml:space="preserve">HLTAID003 Provide First aid </w:t>
            </w:r>
          </w:p>
          <w:p w14:paraId="573A3969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772CB42" w14:textId="6B4AD111" w:rsidR="001D2756" w:rsidRDefault="006A1D6C" w:rsidP="00536741">
            <w:pPr>
              <w:pStyle w:val="SIText"/>
            </w:pPr>
            <w:r>
              <w:t>This skill set is for</w:t>
            </w:r>
            <w:r w:rsidR="004B2DF5">
              <w:t xml:space="preserve"> individuals who are working with </w:t>
            </w:r>
            <w:r w:rsidR="00155B13">
              <w:t>prospective breeding</w:t>
            </w:r>
            <w:r w:rsidR="0014755E">
              <w:t xml:space="preserve"> crocodiles</w:t>
            </w:r>
            <w:r w:rsidR="004B2DF5">
              <w:t>.</w:t>
            </w:r>
            <w:r w:rsidR="0014755E">
              <w:t xml:space="preserve"> </w:t>
            </w:r>
          </w:p>
          <w:p w14:paraId="0EAA8D93" w14:textId="77777777" w:rsidR="0016138C" w:rsidRPr="00536741" w:rsidRDefault="0016138C" w:rsidP="004B2DF5">
            <w:pPr>
              <w:pStyle w:val="SIText"/>
            </w:pP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5503DF6E" w14:textId="6FB59151" w:rsidR="004B2DF5" w:rsidRPr="004B2DF5" w:rsidRDefault="004B2DF5" w:rsidP="004B2DF5">
            <w:pPr>
              <w:rPr>
                <w:lang w:eastAsia="en-US"/>
              </w:rPr>
            </w:pPr>
            <w:r>
              <w:t>These competencies from the SFI Seafood Industry</w:t>
            </w:r>
            <w:r w:rsidR="00AC629B">
              <w:t xml:space="preserve"> </w:t>
            </w:r>
            <w:r>
              <w:t xml:space="preserve">Training Package </w:t>
            </w:r>
            <w:r w:rsidR="009B1A3C">
              <w:t xml:space="preserve">and the HLT Health Training Package </w:t>
            </w:r>
            <w:r>
              <w:t xml:space="preserve">meet the industry requirements for working with </w:t>
            </w:r>
            <w:r w:rsidR="009B1A3C">
              <w:t xml:space="preserve">captive </w:t>
            </w:r>
            <w:r>
              <w:t xml:space="preserve">crocodiles.   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0B871" w14:textId="77777777" w:rsidR="00306233" w:rsidRDefault="00306233" w:rsidP="00BF3F0A">
      <w:r>
        <w:separator/>
      </w:r>
    </w:p>
    <w:p w14:paraId="01709A60" w14:textId="77777777" w:rsidR="00306233" w:rsidRDefault="00306233"/>
  </w:endnote>
  <w:endnote w:type="continuationSeparator" w:id="0">
    <w:p w14:paraId="22393768" w14:textId="77777777" w:rsidR="00306233" w:rsidRDefault="00306233" w:rsidP="00BF3F0A">
      <w:r>
        <w:continuationSeparator/>
      </w:r>
    </w:p>
    <w:p w14:paraId="080F49E1" w14:textId="77777777" w:rsidR="00306233" w:rsidRDefault="003062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D29DD" w14:textId="77777777" w:rsidR="00306233" w:rsidRDefault="00306233" w:rsidP="00BF3F0A">
      <w:r>
        <w:separator/>
      </w:r>
    </w:p>
    <w:p w14:paraId="0FDBAB73" w14:textId="77777777" w:rsidR="00306233" w:rsidRDefault="00306233"/>
  </w:footnote>
  <w:footnote w:type="continuationSeparator" w:id="0">
    <w:p w14:paraId="1E398D7E" w14:textId="77777777" w:rsidR="00306233" w:rsidRDefault="00306233" w:rsidP="00BF3F0A">
      <w:r>
        <w:continuationSeparator/>
      </w:r>
    </w:p>
    <w:p w14:paraId="20F5D6F1" w14:textId="77777777" w:rsidR="00306233" w:rsidRDefault="003062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06B98DA5" w:rsidR="009C2650" w:rsidRDefault="00866F8E">
    <w:r w:rsidRPr="00866F8E">
      <w:t>S</w:t>
    </w:r>
    <w:r w:rsidR="00676000">
      <w:t>F</w:t>
    </w:r>
    <w:r w:rsidRPr="00866F8E">
      <w:t>I</w:t>
    </w:r>
    <w:r w:rsidR="00676000">
      <w:t>SS</w:t>
    </w:r>
    <w:r>
      <w:t>XXX</w:t>
    </w:r>
    <w:r w:rsidR="00676000">
      <w:t>12</w:t>
    </w:r>
    <w:r w:rsidRPr="00866F8E">
      <w:t xml:space="preserve"> </w:t>
    </w:r>
    <w:r w:rsidR="0014755E" w:rsidRPr="0014755E">
      <w:t xml:space="preserve">Crocodile </w:t>
    </w:r>
    <w:r w:rsidR="00155B13">
      <w:t>Breeding</w:t>
    </w:r>
    <w:r w:rsidR="0014755E" w:rsidRPr="0014755E">
      <w:t xml:space="preserve"> Skill Set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55E"/>
    <w:rsid w:val="00151D93"/>
    <w:rsid w:val="00155B1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7D55"/>
    <w:rsid w:val="00276DB8"/>
    <w:rsid w:val="00282664"/>
    <w:rsid w:val="00285FB8"/>
    <w:rsid w:val="002931C2"/>
    <w:rsid w:val="002A4CD3"/>
    <w:rsid w:val="002B371C"/>
    <w:rsid w:val="002C32D6"/>
    <w:rsid w:val="002C55E9"/>
    <w:rsid w:val="002D0C8B"/>
    <w:rsid w:val="002E193E"/>
    <w:rsid w:val="002F4FFE"/>
    <w:rsid w:val="00306233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4B95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76000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C2D"/>
    <w:rsid w:val="009A5900"/>
    <w:rsid w:val="009B1A3C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161CD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629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396AE-1D06-4247-B75E-D9F6A5376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C8CA4E-294C-49C2-982F-60443C07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5</cp:revision>
  <cp:lastPrinted>2016-05-27T05:21:00Z</cp:lastPrinted>
  <dcterms:created xsi:type="dcterms:W3CDTF">2020-01-24T08:22:00Z</dcterms:created>
  <dcterms:modified xsi:type="dcterms:W3CDTF">2020-02-03T03:44:00Z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